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46" w:firstLineChars="400"/>
        <w:rPr>
          <w:rFonts w:hint="eastAsia" w:ascii="仿宋_GB2312" w:cs="仿宋_GB2312"/>
          <w:b/>
          <w:bCs/>
          <w:sz w:val="36"/>
          <w:szCs w:val="36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-SA"/>
        </w:rPr>
        <w:t>附件：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-SA"/>
        </w:rPr>
        <w:t xml:space="preserve">                    灭火器充装询价报价单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2517"/>
        <w:gridCol w:w="1736"/>
        <w:gridCol w:w="1697"/>
        <w:gridCol w:w="1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2790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  <w:t>型号</w:t>
            </w:r>
          </w:p>
        </w:tc>
        <w:tc>
          <w:tcPr>
            <w:tcW w:w="1857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  <w:t>充装单价（元/具）</w:t>
            </w:r>
          </w:p>
        </w:tc>
        <w:tc>
          <w:tcPr>
            <w:tcW w:w="1857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  <w:t>数量</w:t>
            </w:r>
          </w:p>
        </w:tc>
        <w:tc>
          <w:tcPr>
            <w:tcW w:w="1857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  <w:t>总金额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2790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  <w:t>5公斤手提式干粉灭火器</w:t>
            </w:r>
          </w:p>
        </w:tc>
        <w:tc>
          <w:tcPr>
            <w:tcW w:w="1857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857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857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-SA"/>
        </w:rPr>
        <w:t>报价单位（盖章）：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-SA"/>
        </w:rPr>
        <w:t>说明：1、报价含税、运输、安装等费用</w:t>
      </w:r>
    </w:p>
    <w:p>
      <w:pPr>
        <w:rPr>
          <w:rFonts w:ascii="仿宋_GB2312" w:cs="仿宋_GB2312"/>
          <w:sz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6FB3"/>
    <w:rsid w:val="0000205D"/>
    <w:rsid w:val="0001725D"/>
    <w:rsid w:val="000320EE"/>
    <w:rsid w:val="000556CC"/>
    <w:rsid w:val="00060D5A"/>
    <w:rsid w:val="00062752"/>
    <w:rsid w:val="00090ED1"/>
    <w:rsid w:val="000910D5"/>
    <w:rsid w:val="000E15D1"/>
    <w:rsid w:val="00133080"/>
    <w:rsid w:val="00162C3F"/>
    <w:rsid w:val="001840F3"/>
    <w:rsid w:val="00185E5B"/>
    <w:rsid w:val="001A6C38"/>
    <w:rsid w:val="001C3465"/>
    <w:rsid w:val="001D03D0"/>
    <w:rsid w:val="002257A0"/>
    <w:rsid w:val="00246949"/>
    <w:rsid w:val="0028026B"/>
    <w:rsid w:val="002D3CB4"/>
    <w:rsid w:val="002D59E3"/>
    <w:rsid w:val="002F34C3"/>
    <w:rsid w:val="0033596E"/>
    <w:rsid w:val="00377EB6"/>
    <w:rsid w:val="003A4371"/>
    <w:rsid w:val="003E685B"/>
    <w:rsid w:val="00441429"/>
    <w:rsid w:val="0046427F"/>
    <w:rsid w:val="00476A7B"/>
    <w:rsid w:val="004873F8"/>
    <w:rsid w:val="00495948"/>
    <w:rsid w:val="00495E2D"/>
    <w:rsid w:val="004965AE"/>
    <w:rsid w:val="004A02B6"/>
    <w:rsid w:val="004C3A6D"/>
    <w:rsid w:val="004C74EB"/>
    <w:rsid w:val="004D0D5B"/>
    <w:rsid w:val="004E4277"/>
    <w:rsid w:val="004F67B1"/>
    <w:rsid w:val="0052087C"/>
    <w:rsid w:val="005359BF"/>
    <w:rsid w:val="005702A5"/>
    <w:rsid w:val="00576FB3"/>
    <w:rsid w:val="00580186"/>
    <w:rsid w:val="00582D90"/>
    <w:rsid w:val="0059250F"/>
    <w:rsid w:val="005A4B1E"/>
    <w:rsid w:val="005C57AD"/>
    <w:rsid w:val="0063380B"/>
    <w:rsid w:val="00636437"/>
    <w:rsid w:val="00651DCC"/>
    <w:rsid w:val="006728A5"/>
    <w:rsid w:val="006851FF"/>
    <w:rsid w:val="006B1530"/>
    <w:rsid w:val="006D1322"/>
    <w:rsid w:val="006D4147"/>
    <w:rsid w:val="006D7A92"/>
    <w:rsid w:val="007253D3"/>
    <w:rsid w:val="00725E00"/>
    <w:rsid w:val="007577D1"/>
    <w:rsid w:val="00773921"/>
    <w:rsid w:val="007A5FF0"/>
    <w:rsid w:val="007D4D0B"/>
    <w:rsid w:val="00822802"/>
    <w:rsid w:val="008919AD"/>
    <w:rsid w:val="00897391"/>
    <w:rsid w:val="008E4F5A"/>
    <w:rsid w:val="00920BBC"/>
    <w:rsid w:val="009278EA"/>
    <w:rsid w:val="009720C1"/>
    <w:rsid w:val="00976D37"/>
    <w:rsid w:val="00A02E11"/>
    <w:rsid w:val="00A10DC8"/>
    <w:rsid w:val="00A16B5A"/>
    <w:rsid w:val="00A411E8"/>
    <w:rsid w:val="00A574FF"/>
    <w:rsid w:val="00A63426"/>
    <w:rsid w:val="00A93819"/>
    <w:rsid w:val="00A94465"/>
    <w:rsid w:val="00AB5E44"/>
    <w:rsid w:val="00AC17FA"/>
    <w:rsid w:val="00B72BA0"/>
    <w:rsid w:val="00B91A0D"/>
    <w:rsid w:val="00B9238F"/>
    <w:rsid w:val="00BC1EAF"/>
    <w:rsid w:val="00BE2A52"/>
    <w:rsid w:val="00C208D4"/>
    <w:rsid w:val="00C27928"/>
    <w:rsid w:val="00C27DAA"/>
    <w:rsid w:val="00C557AA"/>
    <w:rsid w:val="00C71BFD"/>
    <w:rsid w:val="00CC52E3"/>
    <w:rsid w:val="00CF4DAF"/>
    <w:rsid w:val="00D01C9E"/>
    <w:rsid w:val="00D66198"/>
    <w:rsid w:val="00D829A9"/>
    <w:rsid w:val="00DA7E0D"/>
    <w:rsid w:val="00E05AF0"/>
    <w:rsid w:val="00E20FD0"/>
    <w:rsid w:val="00E311A4"/>
    <w:rsid w:val="00E36F2A"/>
    <w:rsid w:val="00E51F20"/>
    <w:rsid w:val="00E55F9B"/>
    <w:rsid w:val="00E75516"/>
    <w:rsid w:val="00EB15CA"/>
    <w:rsid w:val="00EC07C5"/>
    <w:rsid w:val="00ED0154"/>
    <w:rsid w:val="00ED0B9B"/>
    <w:rsid w:val="00ED2CF6"/>
    <w:rsid w:val="00F014E4"/>
    <w:rsid w:val="00F01E51"/>
    <w:rsid w:val="00F04CE4"/>
    <w:rsid w:val="00F06240"/>
    <w:rsid w:val="00F31667"/>
    <w:rsid w:val="00F4639F"/>
    <w:rsid w:val="00F74523"/>
    <w:rsid w:val="00FA409A"/>
    <w:rsid w:val="054A6E86"/>
    <w:rsid w:val="099C04A2"/>
    <w:rsid w:val="20851CC8"/>
    <w:rsid w:val="42427E93"/>
    <w:rsid w:val="583231CD"/>
    <w:rsid w:val="666C69B7"/>
    <w:rsid w:val="71D2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jc w:val="both"/>
    </w:pPr>
    <w:rPr>
      <w:rFonts w:ascii="宋体" w:hAnsi="宋体" w:eastAsia="仿宋_GB2312" w:cs="宋体"/>
      <w:kern w:val="2"/>
      <w:sz w:val="31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next w:val="1"/>
    <w:link w:val="9"/>
    <w:qFormat/>
    <w:uiPriority w:val="99"/>
    <w:pPr>
      <w:adjustRightInd/>
    </w:pPr>
    <w:rPr>
      <w:rFonts w:ascii="Calibri" w:hAnsi="Calibri" w:eastAsia="宋体" w:cs="Times New Roman"/>
      <w:sz w:val="18"/>
      <w:szCs w:val="18"/>
    </w:rPr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adjustRightInd/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6">
    <w:name w:val="Table Grid"/>
    <w:basedOn w:val="5"/>
    <w:lock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Balloon Text Char"/>
    <w:basedOn w:val="7"/>
    <w:link w:val="2"/>
    <w:qFormat/>
    <w:locked/>
    <w:uiPriority w:val="99"/>
    <w:rPr>
      <w:rFonts w:ascii="Calibri" w:hAnsi="Calibri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387</Words>
  <Characters>2209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2022-02-23T17:32:00Z</dcterms:created>
  <dc:creator>亦亦宝贝</dc:creator>
  <cp:lastModifiedBy>Administrator</cp:lastModifiedBy>
  <cp:lastPrinted>2022-07-20T03:33:00Z</cp:lastPrinted>
  <dcterms:modified xsi:type="dcterms:W3CDTF">2023-04-25T06:23:32Z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18E42B26908645CAB22640E230919EFC</vt:lpwstr>
  </property>
</Properties>
</file>